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D6DBF" w14:paraId="28982806" w14:textId="77777777" w:rsidTr="00D11129">
        <w:tc>
          <w:tcPr>
            <w:tcW w:w="2689" w:type="dxa"/>
          </w:tcPr>
          <w:p w14:paraId="244964B4" w14:textId="19DBA62E" w:rsidR="008D6DBF" w:rsidRPr="008D6DBF" w:rsidRDefault="008D6DBF" w:rsidP="008D6DBF">
            <w:pPr>
              <w:pStyle w:val="SIText"/>
            </w:pPr>
            <w:r w:rsidRPr="00CC451E">
              <w:t>Release</w:t>
            </w:r>
            <w:r w:rsidRPr="008D6DBF">
              <w:t xml:space="preserve"> </w:t>
            </w:r>
            <w:r w:rsidR="0040403A">
              <w:t>1</w:t>
            </w:r>
          </w:p>
        </w:tc>
        <w:tc>
          <w:tcPr>
            <w:tcW w:w="6939" w:type="dxa"/>
          </w:tcPr>
          <w:p w14:paraId="2EA91BB1" w14:textId="1CA67DC3" w:rsidR="008D6DBF" w:rsidRPr="008D6DBF" w:rsidRDefault="008D6DBF" w:rsidP="00A04519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C44DB5">
              <w:t>9.0</w:t>
            </w:r>
            <w:r w:rsidR="002E038D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3AD9B756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1C1550">
              <w:t>5</w:t>
            </w:r>
            <w:r w:rsidR="0040403A">
              <w:t>14</w:t>
            </w:r>
          </w:p>
        </w:tc>
        <w:tc>
          <w:tcPr>
            <w:tcW w:w="3604" w:type="pct"/>
            <w:shd w:val="clear" w:color="auto" w:fill="auto"/>
          </w:tcPr>
          <w:p w14:paraId="01D80964" w14:textId="2002082E" w:rsidR="00F1480E" w:rsidRPr="005404CB" w:rsidRDefault="0056471B" w:rsidP="005404CB">
            <w:pPr>
              <w:pStyle w:val="SIUnittitle"/>
            </w:pPr>
            <w:r w:rsidRPr="0056471B">
              <w:t>Develop an organic or biodynamic management plan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59FD9E" w14:textId="66BEAB98" w:rsidR="0056471B" w:rsidRDefault="0056471B" w:rsidP="0056471B">
            <w:pPr>
              <w:pStyle w:val="SIText"/>
            </w:pPr>
            <w:r w:rsidRPr="0056471B">
              <w:t xml:space="preserve">This unit of competency describes the skills and knowledge required to access assistance, develop </w:t>
            </w:r>
            <w:r w:rsidR="005D698E">
              <w:t>sub</w:t>
            </w:r>
            <w:r w:rsidR="002E038D">
              <w:t>-</w:t>
            </w:r>
            <w:r w:rsidR="005D698E">
              <w:t xml:space="preserve">plans for </w:t>
            </w:r>
            <w:r w:rsidRPr="0056471B">
              <w:t>soil fertility, weed, integrated pest and disease, animal health and environment</w:t>
            </w:r>
            <w:r w:rsidR="002E038D">
              <w:t>al management,</w:t>
            </w:r>
            <w:r w:rsidRPr="0056471B">
              <w:t xml:space="preserve"> and</w:t>
            </w:r>
            <w:r w:rsidR="005D698E">
              <w:t xml:space="preserve"> to integrate into the </w:t>
            </w:r>
            <w:r w:rsidR="005D698E" w:rsidRPr="0056471B">
              <w:t xml:space="preserve">design </w:t>
            </w:r>
            <w:r w:rsidR="005D698E">
              <w:t xml:space="preserve">of </w:t>
            </w:r>
            <w:r w:rsidR="005D698E" w:rsidRPr="0056471B">
              <w:t>an organic management plan (OMP) or b</w:t>
            </w:r>
            <w:r w:rsidR="005D698E">
              <w:t>iodynamic management plan (BMP).</w:t>
            </w:r>
          </w:p>
          <w:p w14:paraId="313D0B7D" w14:textId="77777777" w:rsidR="005D698E" w:rsidRPr="0056471B" w:rsidRDefault="005D698E" w:rsidP="0056471B">
            <w:pPr>
              <w:pStyle w:val="SIText"/>
            </w:pPr>
          </w:p>
          <w:p w14:paraId="796371A8" w14:textId="63B9E955" w:rsidR="0056471B" w:rsidRPr="0056471B" w:rsidRDefault="0056471B" w:rsidP="0056471B">
            <w:pPr>
              <w:pStyle w:val="SIText"/>
            </w:pPr>
            <w:r w:rsidRPr="0056471B">
              <w:t xml:space="preserve">The unit applies to individuals who apply specialised skills and </w:t>
            </w:r>
            <w:proofErr w:type="gramStart"/>
            <w:r w:rsidRPr="0056471B">
              <w:t>knowledge</w:t>
            </w:r>
            <w:r w:rsidR="005D698E">
              <w:t xml:space="preserve">, </w:t>
            </w:r>
            <w:r w:rsidRPr="0056471B">
              <w:t>and</w:t>
            </w:r>
            <w:proofErr w:type="gramEnd"/>
            <w:r w:rsidRPr="0056471B">
              <w:t xml:space="preserve"> take personal responsibility and exercise autonomy in undertaking complex work. They analyse and synthesise information and demonstrate deep knowledge in a specific technical area. They analyse, </w:t>
            </w:r>
            <w:proofErr w:type="gramStart"/>
            <w:r w:rsidRPr="0056471B">
              <w:t>design</w:t>
            </w:r>
            <w:proofErr w:type="gramEnd"/>
            <w:r w:rsidRPr="0056471B">
              <w:t xml:space="preserve"> and communicate solutions to sometimes complex problems.</w:t>
            </w:r>
          </w:p>
          <w:p w14:paraId="01C1E898" w14:textId="77777777" w:rsidR="0056471B" w:rsidRPr="0056471B" w:rsidRDefault="0056471B" w:rsidP="0056471B">
            <w:pPr>
              <w:pStyle w:val="SIText"/>
            </w:pPr>
          </w:p>
          <w:p w14:paraId="22C15BCD" w14:textId="0704C146" w:rsidR="00373436" w:rsidRPr="000754EC" w:rsidRDefault="0056471B" w:rsidP="0056471B">
            <w:pPr>
              <w:pStyle w:val="SIText"/>
            </w:pPr>
            <w:r w:rsidRPr="0056471B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2086C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52BD0789" w:rsidR="0082086C" w:rsidRPr="0082086C" w:rsidRDefault="0082086C" w:rsidP="00A04519">
            <w:pPr>
              <w:pStyle w:val="SIText"/>
            </w:pPr>
            <w:r w:rsidRPr="0082086C">
              <w:t>1. Locate and access assistance in developing OMP or BMP</w:t>
            </w:r>
          </w:p>
        </w:tc>
        <w:tc>
          <w:tcPr>
            <w:tcW w:w="3604" w:type="pct"/>
            <w:shd w:val="clear" w:color="auto" w:fill="auto"/>
          </w:tcPr>
          <w:p w14:paraId="5054FCBC" w14:textId="38D6F06E" w:rsidR="0082086C" w:rsidRPr="0082086C" w:rsidRDefault="0082086C" w:rsidP="0082086C">
            <w:r w:rsidRPr="0082086C">
              <w:t>1.1 Locate and access sources of support and advice</w:t>
            </w:r>
          </w:p>
          <w:p w14:paraId="67708ACA" w14:textId="3BC9E0F4" w:rsidR="0082086C" w:rsidRPr="0082086C" w:rsidRDefault="0082086C" w:rsidP="0082086C">
            <w:r w:rsidRPr="0082086C">
              <w:t>1.2 Assess industry publications for their value in informing decision</w:t>
            </w:r>
            <w:r w:rsidR="002E038D">
              <w:t>-</w:t>
            </w:r>
            <w:r w:rsidRPr="0082086C">
              <w:t>making</w:t>
            </w:r>
          </w:p>
          <w:p w14:paraId="6389670F" w14:textId="77777777" w:rsidR="0082086C" w:rsidRPr="0082086C" w:rsidRDefault="0082086C" w:rsidP="0082086C">
            <w:r w:rsidRPr="0082086C">
              <w:t>1.3 Seek and consider contributions of work colleagues and others during planning process</w:t>
            </w:r>
          </w:p>
          <w:p w14:paraId="4B044429" w14:textId="2FAE97C9" w:rsidR="0082086C" w:rsidRPr="0082086C" w:rsidRDefault="0082086C" w:rsidP="00A04519">
            <w:r w:rsidRPr="0082086C">
              <w:t>1.4 Access information from certifier and organic or biodynamic standards</w:t>
            </w:r>
          </w:p>
        </w:tc>
      </w:tr>
      <w:tr w:rsidR="0082086C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7255401C" w:rsidR="0082086C" w:rsidRPr="0082086C" w:rsidRDefault="0082086C" w:rsidP="0082086C">
            <w:pPr>
              <w:pStyle w:val="SIText"/>
            </w:pPr>
            <w:r w:rsidRPr="0082086C">
              <w:t>2. Design the organic farming system to be described in the OMP or BMP</w:t>
            </w:r>
          </w:p>
        </w:tc>
        <w:tc>
          <w:tcPr>
            <w:tcW w:w="3604" w:type="pct"/>
            <w:shd w:val="clear" w:color="auto" w:fill="auto"/>
          </w:tcPr>
          <w:p w14:paraId="6ECB2E86" w14:textId="1B3D2B5C" w:rsidR="0082086C" w:rsidRPr="0082086C" w:rsidRDefault="0082086C" w:rsidP="0082086C">
            <w:r w:rsidRPr="0082086C">
              <w:t xml:space="preserve">2.1 </w:t>
            </w:r>
            <w:r w:rsidR="004C36D3">
              <w:t>Acquire</w:t>
            </w:r>
            <w:r w:rsidRPr="0082086C">
              <w:t xml:space="preserve"> </w:t>
            </w:r>
            <w:r w:rsidR="004C36D3">
              <w:t xml:space="preserve">property </w:t>
            </w:r>
            <w:r w:rsidRPr="0082086C">
              <w:t xml:space="preserve">map </w:t>
            </w:r>
          </w:p>
          <w:p w14:paraId="03C4C4D1" w14:textId="77777777" w:rsidR="0082086C" w:rsidRPr="0082086C" w:rsidRDefault="0082086C" w:rsidP="0082086C">
            <w:r w:rsidRPr="0082086C">
              <w:t>2.2 Determine time scale to be addressed in plan</w:t>
            </w:r>
          </w:p>
          <w:p w14:paraId="3600189A" w14:textId="14B52D49" w:rsidR="00652759" w:rsidRDefault="0082086C" w:rsidP="0082086C">
            <w:r w:rsidRPr="0082086C">
              <w:t xml:space="preserve">2.3 </w:t>
            </w:r>
            <w:r w:rsidR="00652759">
              <w:t xml:space="preserve">Establish benchmark position for soils, pests, </w:t>
            </w:r>
            <w:proofErr w:type="gramStart"/>
            <w:r w:rsidR="00652759">
              <w:t>diseases</w:t>
            </w:r>
            <w:proofErr w:type="gramEnd"/>
            <w:r w:rsidR="00652759">
              <w:t xml:space="preserve"> and animal health for farm property</w:t>
            </w:r>
          </w:p>
          <w:p w14:paraId="797CF0EA" w14:textId="515CC872" w:rsidR="0082086C" w:rsidRPr="0082086C" w:rsidRDefault="0082086C" w:rsidP="0082086C">
            <w:r w:rsidRPr="0082086C">
              <w:t xml:space="preserve">2.4 Obtain regional catchment targets for land, water and biodiversity </w:t>
            </w:r>
            <w:r w:rsidR="00652759">
              <w:t>for</w:t>
            </w:r>
            <w:r w:rsidRPr="0082086C">
              <w:t xml:space="preserve"> property and sub-catchment</w:t>
            </w:r>
          </w:p>
          <w:p w14:paraId="4933355F" w14:textId="6F82AAE2" w:rsidR="0082086C" w:rsidRPr="0082086C" w:rsidRDefault="0082086C" w:rsidP="0082086C">
            <w:r w:rsidRPr="0082086C">
              <w:t>2.5 Identify components of OMP or BMP to be developed</w:t>
            </w:r>
          </w:p>
          <w:p w14:paraId="4C935ACC" w14:textId="02E28868" w:rsidR="0082086C" w:rsidRPr="0082086C" w:rsidRDefault="0082086C" w:rsidP="0082086C">
            <w:r w:rsidRPr="0082086C">
              <w:t>2.6 Develop format for planning documents</w:t>
            </w:r>
          </w:p>
          <w:p w14:paraId="164F0907" w14:textId="739F7287" w:rsidR="0082086C" w:rsidRPr="0082086C" w:rsidRDefault="0082086C" w:rsidP="00A04519">
            <w:r w:rsidRPr="0082086C">
              <w:t>2.7 Identify risks to organic integrity for the farm enterprise</w:t>
            </w:r>
            <w:r w:rsidR="002E038D">
              <w:t>,</w:t>
            </w:r>
            <w:r w:rsidRPr="0082086C">
              <w:t xml:space="preserve"> and outline strategies to manage risk</w:t>
            </w:r>
          </w:p>
        </w:tc>
      </w:tr>
      <w:tr w:rsidR="0082086C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3CBC8A36" w:rsidR="0082086C" w:rsidRPr="0082086C" w:rsidRDefault="0082086C" w:rsidP="0082086C">
            <w:pPr>
              <w:pStyle w:val="SIText"/>
            </w:pPr>
            <w:r w:rsidRPr="0082086C">
              <w:t>3. Develop soil fertility plan</w:t>
            </w:r>
          </w:p>
        </w:tc>
        <w:tc>
          <w:tcPr>
            <w:tcW w:w="3604" w:type="pct"/>
            <w:shd w:val="clear" w:color="auto" w:fill="auto"/>
          </w:tcPr>
          <w:p w14:paraId="317BB0C4" w14:textId="1E097372" w:rsidR="0082086C" w:rsidRPr="0082086C" w:rsidRDefault="0082086C" w:rsidP="0082086C">
            <w:r w:rsidRPr="0082086C">
              <w:t xml:space="preserve">3.1 </w:t>
            </w:r>
            <w:r w:rsidR="00652759">
              <w:t>Conduct</w:t>
            </w:r>
            <w:r w:rsidRPr="0082086C">
              <w:t xml:space="preserve"> a soil fertility assessment of farm production areas</w:t>
            </w:r>
          </w:p>
          <w:p w14:paraId="71390AEB" w14:textId="77777777" w:rsidR="0082086C" w:rsidRPr="0082086C" w:rsidRDefault="0082086C" w:rsidP="0082086C">
            <w:r w:rsidRPr="0082086C">
              <w:t>3.2 Map soil types and topography on farm plan</w:t>
            </w:r>
          </w:p>
          <w:p w14:paraId="3464D0A8" w14:textId="155EF15C" w:rsidR="0082086C" w:rsidRPr="0082086C" w:rsidRDefault="0082086C" w:rsidP="0082086C">
            <w:r w:rsidRPr="0082086C">
              <w:t xml:space="preserve">3.3 </w:t>
            </w:r>
            <w:r w:rsidR="00A95B5A">
              <w:t xml:space="preserve">Identify and assess options for </w:t>
            </w:r>
            <w:r w:rsidRPr="0082086C">
              <w:t xml:space="preserve">soil fertility plan </w:t>
            </w:r>
          </w:p>
          <w:p w14:paraId="1AA59D77" w14:textId="4AC7B859" w:rsidR="0082086C" w:rsidRPr="0082086C" w:rsidRDefault="0082086C" w:rsidP="0082086C">
            <w:r w:rsidRPr="0082086C">
              <w:t xml:space="preserve">3.4 Identify inputs according to </w:t>
            </w:r>
            <w:r w:rsidR="008843D7" w:rsidRPr="008843D7">
              <w:t>industry standards for organic and biodynamic production and agroecological principles</w:t>
            </w:r>
          </w:p>
          <w:p w14:paraId="2B00249F" w14:textId="1CE184C5" w:rsidR="0082086C" w:rsidRPr="0082086C" w:rsidRDefault="0082086C" w:rsidP="00E823F2">
            <w:pPr>
              <w:pStyle w:val="SIText"/>
            </w:pPr>
            <w:r w:rsidRPr="0082086C">
              <w:t xml:space="preserve">3.5 Document </w:t>
            </w:r>
            <w:r w:rsidR="003A04D0" w:rsidRPr="0082086C">
              <w:t xml:space="preserve">soil fertility </w:t>
            </w:r>
            <w:r w:rsidRPr="0082086C">
              <w:t>plan according to format</w:t>
            </w:r>
          </w:p>
        </w:tc>
      </w:tr>
      <w:tr w:rsidR="0082086C" w:rsidRPr="00963A46" w14:paraId="7DE431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E4182" w14:textId="294FF7CD" w:rsidR="0082086C" w:rsidRPr="0082086C" w:rsidRDefault="0082086C" w:rsidP="0082086C">
            <w:pPr>
              <w:pStyle w:val="SIText"/>
            </w:pPr>
            <w:r w:rsidRPr="0082086C">
              <w:t>4. Develop soil management sub-plan</w:t>
            </w:r>
          </w:p>
        </w:tc>
        <w:tc>
          <w:tcPr>
            <w:tcW w:w="3604" w:type="pct"/>
            <w:shd w:val="clear" w:color="auto" w:fill="auto"/>
          </w:tcPr>
          <w:p w14:paraId="4616ADF2" w14:textId="12AF464C" w:rsidR="00E823F2" w:rsidRDefault="0082086C" w:rsidP="0082086C">
            <w:r w:rsidRPr="0082086C">
              <w:t xml:space="preserve">4.1 Determine </w:t>
            </w:r>
            <w:r w:rsidR="00E823F2">
              <w:t xml:space="preserve">soil physical and chemical characteristics and </w:t>
            </w:r>
            <w:r w:rsidRPr="0082086C">
              <w:t xml:space="preserve">suitability for production </w:t>
            </w:r>
          </w:p>
          <w:p w14:paraId="359101C4" w14:textId="048F5260" w:rsidR="0082086C" w:rsidRPr="0082086C" w:rsidRDefault="0082086C" w:rsidP="0082086C">
            <w:r w:rsidRPr="0082086C">
              <w:t>4.2 Develop soil management plan</w:t>
            </w:r>
            <w:r w:rsidR="00E823F2">
              <w:t xml:space="preserve"> to improve soil characteristics</w:t>
            </w:r>
          </w:p>
          <w:p w14:paraId="3CC165B8" w14:textId="6AF801A6" w:rsidR="008843D7" w:rsidRDefault="0082086C" w:rsidP="0082086C">
            <w:r w:rsidRPr="0082086C">
              <w:t>4.3 Identify inputs according to</w:t>
            </w:r>
            <w:r w:rsidR="008843D7">
              <w:t xml:space="preserve"> </w:t>
            </w:r>
            <w:r w:rsidR="008843D7" w:rsidRPr="008843D7">
              <w:t>industry standards for organic and biodynamic production</w:t>
            </w:r>
            <w:r w:rsidR="008843D7">
              <w:t xml:space="preserve"> </w:t>
            </w:r>
            <w:r w:rsidR="008843D7" w:rsidRPr="008843D7">
              <w:t>and agroecological principles</w:t>
            </w:r>
          </w:p>
          <w:p w14:paraId="187DA0AA" w14:textId="6322D9A2" w:rsidR="0082086C" w:rsidRPr="0082086C" w:rsidRDefault="0082086C" w:rsidP="0082086C">
            <w:r w:rsidRPr="0082086C">
              <w:t xml:space="preserve">4.4 Document </w:t>
            </w:r>
            <w:r w:rsidR="003A04D0" w:rsidRPr="0082086C">
              <w:t>soil management</w:t>
            </w:r>
            <w:r w:rsidR="003A04D0" w:rsidRPr="003A04D0">
              <w:t xml:space="preserve"> </w:t>
            </w:r>
            <w:r w:rsidRPr="0082086C">
              <w:t>sub-plan according to format</w:t>
            </w:r>
          </w:p>
          <w:p w14:paraId="5783FF40" w14:textId="7598AF11" w:rsidR="0082086C" w:rsidRPr="0082086C" w:rsidRDefault="0082086C" w:rsidP="00F02531">
            <w:r w:rsidRPr="0082086C">
              <w:t xml:space="preserve">4.5 Identify farm management practices and strategies </w:t>
            </w:r>
            <w:r w:rsidR="00E823F2">
              <w:t>to</w:t>
            </w:r>
            <w:r w:rsidR="00E823F2" w:rsidRPr="0082086C">
              <w:t xml:space="preserve"> </w:t>
            </w:r>
            <w:r w:rsidRPr="0082086C">
              <w:t xml:space="preserve">enhance soil </w:t>
            </w:r>
            <w:r w:rsidR="00E823F2">
              <w:t>conditions</w:t>
            </w:r>
          </w:p>
        </w:tc>
      </w:tr>
      <w:tr w:rsidR="0082086C" w:rsidRPr="00963A46" w14:paraId="1AA8B6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3BF5FB" w14:textId="0832B851" w:rsidR="0082086C" w:rsidRPr="0082086C" w:rsidRDefault="0082086C" w:rsidP="0082086C">
            <w:pPr>
              <w:pStyle w:val="SIText"/>
            </w:pPr>
            <w:r w:rsidRPr="0082086C">
              <w:lastRenderedPageBreak/>
              <w:t>5. Develop weed management sub-plan</w:t>
            </w:r>
          </w:p>
        </w:tc>
        <w:tc>
          <w:tcPr>
            <w:tcW w:w="3604" w:type="pct"/>
            <w:shd w:val="clear" w:color="auto" w:fill="auto"/>
          </w:tcPr>
          <w:p w14:paraId="4E5891EF" w14:textId="1FA0C2AC" w:rsidR="0082086C" w:rsidRPr="0082086C" w:rsidRDefault="0082086C" w:rsidP="0082086C">
            <w:r w:rsidRPr="0082086C">
              <w:t xml:space="preserve">5.1 </w:t>
            </w:r>
            <w:r w:rsidR="00E823F2">
              <w:t>O</w:t>
            </w:r>
            <w:r w:rsidR="00E823F2" w:rsidRPr="0082086C">
              <w:t xml:space="preserve">bserve </w:t>
            </w:r>
            <w:r w:rsidR="00E823F2">
              <w:t>and i</w:t>
            </w:r>
            <w:r w:rsidRPr="0082086C">
              <w:t xml:space="preserve">dentify weed species and </w:t>
            </w:r>
            <w:r w:rsidR="00E823F2">
              <w:t xml:space="preserve">their </w:t>
            </w:r>
            <w:r w:rsidRPr="0082086C">
              <w:t>indicat</w:t>
            </w:r>
            <w:r w:rsidR="00E823F2">
              <w:t xml:space="preserve">ion </w:t>
            </w:r>
            <w:r w:rsidRPr="0082086C">
              <w:t>of soil health</w:t>
            </w:r>
          </w:p>
          <w:p w14:paraId="36E34AA0" w14:textId="77777777" w:rsidR="0082086C" w:rsidRPr="0082086C" w:rsidRDefault="0082086C" w:rsidP="0082086C">
            <w:r w:rsidRPr="0082086C">
              <w:t>5.2 Identify life cycles of weeds species to inform management options</w:t>
            </w:r>
          </w:p>
          <w:p w14:paraId="48B2BCEF" w14:textId="47643CE8" w:rsidR="0082086C" w:rsidRPr="0082086C" w:rsidRDefault="0082086C" w:rsidP="0082086C">
            <w:r w:rsidRPr="0082086C">
              <w:t xml:space="preserve">5.3 Identify inputs according to </w:t>
            </w:r>
            <w:r w:rsidR="008843D7" w:rsidRPr="008843D7">
              <w:t>industry standards for organic and biodynamic production and agroecological principles</w:t>
            </w:r>
          </w:p>
          <w:p w14:paraId="0C06EA61" w14:textId="77777777" w:rsidR="0082086C" w:rsidRPr="0082086C" w:rsidRDefault="0082086C" w:rsidP="0082086C">
            <w:r w:rsidRPr="0082086C">
              <w:t>5.4 Develop integrated farming strategies and cultural practices for managing weeds</w:t>
            </w:r>
          </w:p>
          <w:p w14:paraId="355861B2" w14:textId="2754D558" w:rsidR="0082086C" w:rsidRPr="0082086C" w:rsidRDefault="0082086C" w:rsidP="00F02531">
            <w:r w:rsidRPr="0082086C">
              <w:t xml:space="preserve">5.5 Document </w:t>
            </w:r>
            <w:r w:rsidR="003A04D0" w:rsidRPr="0082086C">
              <w:t xml:space="preserve">weed management </w:t>
            </w:r>
            <w:r w:rsidRPr="0082086C">
              <w:t>sub-plan according to format</w:t>
            </w:r>
          </w:p>
        </w:tc>
      </w:tr>
      <w:tr w:rsidR="0082086C" w:rsidRPr="00963A46" w14:paraId="225E01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69F42B" w14:textId="2C3F7BAB" w:rsidR="0082086C" w:rsidRPr="0082086C" w:rsidRDefault="0082086C" w:rsidP="0082086C">
            <w:pPr>
              <w:pStyle w:val="SIText"/>
            </w:pPr>
            <w:r w:rsidRPr="0082086C">
              <w:t>6. Develop and design an integrated pest and disease management sub-plan</w:t>
            </w:r>
          </w:p>
        </w:tc>
        <w:tc>
          <w:tcPr>
            <w:tcW w:w="3604" w:type="pct"/>
            <w:shd w:val="clear" w:color="auto" w:fill="auto"/>
          </w:tcPr>
          <w:p w14:paraId="0F2432E7" w14:textId="7C8951A1" w:rsidR="0082086C" w:rsidRPr="0082086C" w:rsidRDefault="0082086C" w:rsidP="0082086C">
            <w:r w:rsidRPr="0082086C">
              <w:t xml:space="preserve">6.1 Collect and document evidence of pest and disease </w:t>
            </w:r>
            <w:r w:rsidR="003A04D0">
              <w:t>incursion</w:t>
            </w:r>
            <w:r w:rsidR="00E823F2" w:rsidRPr="0082086C">
              <w:t xml:space="preserve"> </w:t>
            </w:r>
            <w:r w:rsidRPr="0082086C">
              <w:t>in farming system</w:t>
            </w:r>
          </w:p>
          <w:p w14:paraId="7AC19085" w14:textId="77777777" w:rsidR="0082086C" w:rsidRPr="0082086C" w:rsidRDefault="0082086C" w:rsidP="0082086C">
            <w:r w:rsidRPr="0082086C">
              <w:t>6.2 Observe and monitor pests and diseases and their life cycles</w:t>
            </w:r>
          </w:p>
          <w:p w14:paraId="6ED23EE4" w14:textId="694FF27E" w:rsidR="0082086C" w:rsidRPr="0082086C" w:rsidRDefault="0082086C" w:rsidP="0082086C">
            <w:r w:rsidRPr="0082086C">
              <w:t xml:space="preserve">6.3 Evaluate pest and disease </w:t>
            </w:r>
            <w:r w:rsidR="003A04D0">
              <w:t>impact</w:t>
            </w:r>
            <w:r w:rsidR="003A04D0" w:rsidRPr="0082086C">
              <w:t xml:space="preserve"> </w:t>
            </w:r>
          </w:p>
          <w:p w14:paraId="12C3A558" w14:textId="3B16AA7C" w:rsidR="0082086C" w:rsidRPr="0082086C" w:rsidRDefault="0082086C" w:rsidP="0082086C">
            <w:r w:rsidRPr="0082086C">
              <w:t xml:space="preserve">6.4 Evaluate pests, </w:t>
            </w:r>
            <w:proofErr w:type="gramStart"/>
            <w:r w:rsidRPr="0082086C">
              <w:t>diseases</w:t>
            </w:r>
            <w:proofErr w:type="gramEnd"/>
            <w:r w:rsidRPr="0082086C">
              <w:t xml:space="preserve"> and beneficial </w:t>
            </w:r>
            <w:r w:rsidR="003A04D0">
              <w:t>organisms</w:t>
            </w:r>
            <w:r w:rsidRPr="0082086C">
              <w:t xml:space="preserve"> as indicators of farming system health</w:t>
            </w:r>
          </w:p>
          <w:p w14:paraId="76AAE5D3" w14:textId="13E5610A" w:rsidR="0082086C" w:rsidRPr="0082086C" w:rsidRDefault="0082086C" w:rsidP="0082086C">
            <w:r w:rsidRPr="0082086C">
              <w:t>6.5 Identify options for addressing pest</w:t>
            </w:r>
            <w:r w:rsidR="003A04D0">
              <w:t>s</w:t>
            </w:r>
            <w:r w:rsidRPr="0082086C">
              <w:t xml:space="preserve"> and disease</w:t>
            </w:r>
            <w:r w:rsidR="003A04D0">
              <w:t>s</w:t>
            </w:r>
          </w:p>
          <w:p w14:paraId="153FCD16" w14:textId="6B817701" w:rsidR="0082086C" w:rsidRPr="0082086C" w:rsidRDefault="0082086C" w:rsidP="0082086C">
            <w:r w:rsidRPr="0082086C">
              <w:t xml:space="preserve">6.6 Identify inputs according to </w:t>
            </w:r>
            <w:r w:rsidR="008843D7" w:rsidRPr="008843D7">
              <w:t>industry standards for organic and biodynamic production and agroecological principles</w:t>
            </w:r>
          </w:p>
          <w:p w14:paraId="5CC8E74B" w14:textId="72332497" w:rsidR="0082086C" w:rsidRPr="0082086C" w:rsidRDefault="0082086C" w:rsidP="0082086C">
            <w:r w:rsidRPr="0082086C">
              <w:t xml:space="preserve">6.7 Document </w:t>
            </w:r>
            <w:r w:rsidR="003A04D0" w:rsidRPr="0082086C">
              <w:t xml:space="preserve">integrated pest and disease management </w:t>
            </w:r>
            <w:r w:rsidRPr="0082086C">
              <w:t>sub-plan according to established format</w:t>
            </w:r>
          </w:p>
        </w:tc>
      </w:tr>
      <w:tr w:rsidR="0082086C" w:rsidRPr="00963A46" w14:paraId="067A79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FC94D1" w14:textId="12D59F29" w:rsidR="0082086C" w:rsidRPr="0082086C" w:rsidRDefault="0082086C" w:rsidP="0082086C">
            <w:pPr>
              <w:pStyle w:val="SIText"/>
            </w:pPr>
            <w:r w:rsidRPr="0082086C">
              <w:t>7. Develop animal health and management sub-plan</w:t>
            </w:r>
          </w:p>
        </w:tc>
        <w:tc>
          <w:tcPr>
            <w:tcW w:w="3604" w:type="pct"/>
            <w:shd w:val="clear" w:color="auto" w:fill="auto"/>
          </w:tcPr>
          <w:p w14:paraId="5E6839F3" w14:textId="77777777" w:rsidR="0082086C" w:rsidRPr="0082086C" w:rsidRDefault="0082086C" w:rsidP="0082086C">
            <w:r w:rsidRPr="0082086C">
              <w:t>7.1 Identify regional and farm-based animal health issues</w:t>
            </w:r>
          </w:p>
          <w:p w14:paraId="5F8404BB" w14:textId="45072F06" w:rsidR="0082086C" w:rsidRPr="0082086C" w:rsidRDefault="0082086C" w:rsidP="0082086C">
            <w:r w:rsidRPr="0082086C">
              <w:t xml:space="preserve">7.2 Identify options for preventative actions </w:t>
            </w:r>
            <w:r w:rsidR="003A04D0">
              <w:t xml:space="preserve">for </w:t>
            </w:r>
            <w:r w:rsidRPr="0082086C">
              <w:t>maintaining optimal animal health</w:t>
            </w:r>
          </w:p>
          <w:p w14:paraId="66B65186" w14:textId="77777777" w:rsidR="0082086C" w:rsidRPr="0082086C" w:rsidRDefault="0082086C" w:rsidP="0082086C">
            <w:r w:rsidRPr="0082086C">
              <w:t>7.3 Identify options for treating animal health issues</w:t>
            </w:r>
          </w:p>
          <w:p w14:paraId="7B62687A" w14:textId="09FD42D7" w:rsidR="0082086C" w:rsidRPr="0082086C" w:rsidRDefault="0082086C" w:rsidP="0082086C">
            <w:r w:rsidRPr="0082086C">
              <w:t xml:space="preserve">7.4 Develop a sustainable grazing management plan </w:t>
            </w:r>
          </w:p>
          <w:p w14:paraId="094F189E" w14:textId="60BF62B0" w:rsidR="0082086C" w:rsidRPr="0082086C" w:rsidRDefault="0082086C" w:rsidP="0082086C">
            <w:r w:rsidRPr="0082086C">
              <w:t xml:space="preserve">7.5 Develop an animal management program that ensures compliance </w:t>
            </w:r>
            <w:r w:rsidR="008843D7">
              <w:t>with</w:t>
            </w:r>
            <w:r w:rsidR="008843D7" w:rsidRPr="0082086C">
              <w:t xml:space="preserve"> </w:t>
            </w:r>
            <w:r w:rsidRPr="0082086C">
              <w:t>organic standards or agroecological principles</w:t>
            </w:r>
          </w:p>
          <w:p w14:paraId="37E5D072" w14:textId="05E9C025" w:rsidR="0082086C" w:rsidRPr="0082086C" w:rsidRDefault="0082086C" w:rsidP="0082086C">
            <w:r w:rsidRPr="0082086C">
              <w:t xml:space="preserve">7.6 Document </w:t>
            </w:r>
            <w:r w:rsidR="003A04D0" w:rsidRPr="0082086C">
              <w:t xml:space="preserve">animal health and management </w:t>
            </w:r>
            <w:r w:rsidRPr="0082086C">
              <w:t>sub-plan according to established format</w:t>
            </w:r>
          </w:p>
        </w:tc>
      </w:tr>
      <w:tr w:rsidR="0082086C" w:rsidRPr="00963A46" w14:paraId="2E6541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A49B78" w14:textId="7BCD0025" w:rsidR="0082086C" w:rsidRPr="0082086C" w:rsidRDefault="0082086C" w:rsidP="0082086C">
            <w:pPr>
              <w:pStyle w:val="SIText"/>
            </w:pPr>
            <w:r w:rsidRPr="0082086C">
              <w:t>8. Develop an environmental management sub-plan</w:t>
            </w:r>
          </w:p>
        </w:tc>
        <w:tc>
          <w:tcPr>
            <w:tcW w:w="3604" w:type="pct"/>
            <w:shd w:val="clear" w:color="auto" w:fill="auto"/>
          </w:tcPr>
          <w:p w14:paraId="028B7E03" w14:textId="77777777" w:rsidR="0082086C" w:rsidRPr="0082086C" w:rsidRDefault="0082086C" w:rsidP="0082086C">
            <w:r w:rsidRPr="0082086C">
              <w:t>8.1 Identify environment and climate issues</w:t>
            </w:r>
          </w:p>
          <w:p w14:paraId="3C6DE23A" w14:textId="77777777" w:rsidR="0082086C" w:rsidRPr="0082086C" w:rsidRDefault="0082086C" w:rsidP="0082086C">
            <w:r w:rsidRPr="0082086C">
              <w:t>8.2 Identify options for addressing environment and climate issues</w:t>
            </w:r>
          </w:p>
          <w:p w14:paraId="5E8C9A32" w14:textId="2939E78F" w:rsidR="0082086C" w:rsidRPr="0082086C" w:rsidRDefault="0082086C" w:rsidP="0082086C">
            <w:r w:rsidRPr="0082086C">
              <w:t xml:space="preserve">8.3 Identify appropriate inputs according to </w:t>
            </w:r>
            <w:r w:rsidR="008843D7" w:rsidRPr="008843D7">
              <w:t>industry standards for organic and biodynamic production and agroecological principles</w:t>
            </w:r>
          </w:p>
          <w:p w14:paraId="7CED15AB" w14:textId="7C69D330" w:rsidR="0082086C" w:rsidRPr="0082086C" w:rsidRDefault="0082086C" w:rsidP="0082086C">
            <w:r w:rsidRPr="0082086C">
              <w:t xml:space="preserve">8.4 Document </w:t>
            </w:r>
            <w:r w:rsidR="003A04D0" w:rsidRPr="0082086C">
              <w:t xml:space="preserve">environmental management </w:t>
            </w:r>
            <w:r w:rsidRPr="0082086C">
              <w:t>sub-plan according to established format</w:t>
            </w:r>
          </w:p>
        </w:tc>
      </w:tr>
      <w:tr w:rsidR="0082086C" w:rsidRPr="00963A46" w14:paraId="21E1D3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98CD8D" w14:textId="68F65EBF" w:rsidR="0082086C" w:rsidRPr="0082086C" w:rsidRDefault="0082086C" w:rsidP="0082086C">
            <w:pPr>
              <w:pStyle w:val="SIText"/>
            </w:pPr>
            <w:r w:rsidRPr="0082086C">
              <w:t>9. Integrate and finalise the OMP or BMP</w:t>
            </w:r>
          </w:p>
        </w:tc>
        <w:tc>
          <w:tcPr>
            <w:tcW w:w="3604" w:type="pct"/>
            <w:shd w:val="clear" w:color="auto" w:fill="auto"/>
          </w:tcPr>
          <w:p w14:paraId="4E9DAB97" w14:textId="296F141F" w:rsidR="0082086C" w:rsidRPr="0082086C" w:rsidRDefault="003A04D0" w:rsidP="0082086C">
            <w:r>
              <w:t>9.1 Collate and int</w:t>
            </w:r>
            <w:r w:rsidR="0082086C" w:rsidRPr="0082086C">
              <w:t xml:space="preserve">egrate sub-plans </w:t>
            </w:r>
            <w:r>
              <w:t>into OMP or BMP</w:t>
            </w:r>
          </w:p>
          <w:p w14:paraId="522B0210" w14:textId="016BF07E" w:rsidR="003A04D0" w:rsidRDefault="0082086C" w:rsidP="00F02531">
            <w:r w:rsidRPr="0082086C">
              <w:t xml:space="preserve">9.2 </w:t>
            </w:r>
            <w:r w:rsidR="00D852CF">
              <w:t>T</w:t>
            </w:r>
            <w:r w:rsidRPr="0082086C">
              <w:t xml:space="preserve">rack </w:t>
            </w:r>
            <w:r w:rsidR="00D852CF">
              <w:t xml:space="preserve">all </w:t>
            </w:r>
            <w:r w:rsidR="006B28C3">
              <w:t xml:space="preserve">plan </w:t>
            </w:r>
            <w:r w:rsidRPr="0082086C">
              <w:t xml:space="preserve">components </w:t>
            </w:r>
            <w:r w:rsidR="006B28C3">
              <w:t>to ensure plan is complete</w:t>
            </w:r>
          </w:p>
          <w:p w14:paraId="0912660E" w14:textId="3E246295" w:rsidR="0082086C" w:rsidRPr="0082086C" w:rsidRDefault="0082086C">
            <w:r w:rsidRPr="0082086C">
              <w:t>9.3 Review and update OMP or BMP annually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2283C" w:rsidRPr="00336FCA" w:rsidDel="00423CB2" w14:paraId="1952BECD" w14:textId="77777777" w:rsidTr="00CA2922">
        <w:tc>
          <w:tcPr>
            <w:tcW w:w="1396" w:type="pct"/>
          </w:tcPr>
          <w:p w14:paraId="74C04FEF" w14:textId="68DBFE2A" w:rsidR="0092283C" w:rsidRPr="0092283C" w:rsidRDefault="0092283C" w:rsidP="0092283C">
            <w:pPr>
              <w:pStyle w:val="SIText"/>
            </w:pPr>
            <w:r w:rsidRPr="0092283C">
              <w:t>Reading</w:t>
            </w:r>
          </w:p>
        </w:tc>
        <w:tc>
          <w:tcPr>
            <w:tcW w:w="3604" w:type="pct"/>
          </w:tcPr>
          <w:p w14:paraId="5AB2768F" w14:textId="2D7528D3" w:rsidR="0092283C" w:rsidRPr="0092283C" w:rsidRDefault="0092283C" w:rsidP="0092283C">
            <w:pPr>
              <w:pStyle w:val="SIBulletList1"/>
            </w:pPr>
            <w:r w:rsidRPr="0092283C">
              <w:t xml:space="preserve">Interpret information </w:t>
            </w:r>
            <w:r w:rsidR="008A4ED9">
              <w:t>for</w:t>
            </w:r>
            <w:r w:rsidRPr="0092283C">
              <w:t xml:space="preserve"> </w:t>
            </w:r>
            <w:r w:rsidR="008843D7" w:rsidRPr="008843D7">
              <w:t>industry standards for organic and biodynamic production and agroecological principles</w:t>
            </w:r>
            <w:r w:rsidRPr="0092283C">
              <w:t>, and planning requirements</w:t>
            </w:r>
          </w:p>
          <w:p w14:paraId="775880D1" w14:textId="11B861C7" w:rsidR="0092283C" w:rsidRPr="0092283C" w:rsidRDefault="0092283C" w:rsidP="0092283C">
            <w:pPr>
              <w:pStyle w:val="SIBulletList1"/>
            </w:pPr>
            <w:r w:rsidRPr="0092283C">
              <w:t xml:space="preserve">Identify and interpret information on regional catchment targets for land, </w:t>
            </w:r>
            <w:proofErr w:type="gramStart"/>
            <w:r w:rsidRPr="0092283C">
              <w:t>water</w:t>
            </w:r>
            <w:proofErr w:type="gramEnd"/>
            <w:r w:rsidRPr="0092283C">
              <w:t xml:space="preserve"> and biodiversity applicable to property and sub-catchment</w:t>
            </w:r>
          </w:p>
        </w:tc>
      </w:tr>
      <w:tr w:rsidR="0092283C" w:rsidRPr="00336FCA" w:rsidDel="00423CB2" w14:paraId="615065A4" w14:textId="77777777" w:rsidTr="00CA2922">
        <w:tc>
          <w:tcPr>
            <w:tcW w:w="1396" w:type="pct"/>
          </w:tcPr>
          <w:p w14:paraId="166E6F1B" w14:textId="698BCA1C" w:rsidR="0092283C" w:rsidRPr="0092283C" w:rsidRDefault="0092283C" w:rsidP="0092283C">
            <w:pPr>
              <w:pStyle w:val="SIText"/>
            </w:pPr>
            <w:r w:rsidRPr="0092283C">
              <w:t>Oral communication</w:t>
            </w:r>
          </w:p>
        </w:tc>
        <w:tc>
          <w:tcPr>
            <w:tcW w:w="3604" w:type="pct"/>
          </w:tcPr>
          <w:p w14:paraId="6185B3D2" w14:textId="038B79FD" w:rsidR="0092283C" w:rsidRPr="0092283C" w:rsidRDefault="0092283C">
            <w:pPr>
              <w:pStyle w:val="SIBulletList1"/>
              <w:rPr>
                <w:rFonts w:eastAsia="Calibri"/>
              </w:rPr>
            </w:pPr>
            <w:r w:rsidRPr="0092283C">
              <w:t xml:space="preserve">Initiate discussions with work colleagues and others, using clear language to </w:t>
            </w:r>
            <w:r w:rsidR="00480D33">
              <w:t>discuss</w:t>
            </w:r>
            <w:r w:rsidR="00480D33" w:rsidRPr="0092283C">
              <w:t xml:space="preserve"> </w:t>
            </w:r>
            <w:r w:rsidRPr="0092283C">
              <w:t>and communicate plan</w:t>
            </w:r>
          </w:p>
        </w:tc>
      </w:tr>
      <w:tr w:rsidR="0092283C" w:rsidRPr="00336FCA" w:rsidDel="00423CB2" w14:paraId="2D80BFD3" w14:textId="77777777" w:rsidTr="00CA2922">
        <w:tc>
          <w:tcPr>
            <w:tcW w:w="1396" w:type="pct"/>
          </w:tcPr>
          <w:p w14:paraId="73FC4F2E" w14:textId="444B73D6" w:rsidR="0092283C" w:rsidRPr="0092283C" w:rsidRDefault="0092283C" w:rsidP="0092283C">
            <w:pPr>
              <w:pStyle w:val="SIText"/>
            </w:pPr>
            <w:r w:rsidRPr="0092283C">
              <w:t>Numeracy</w:t>
            </w:r>
          </w:p>
        </w:tc>
        <w:tc>
          <w:tcPr>
            <w:tcW w:w="3604" w:type="pct"/>
          </w:tcPr>
          <w:p w14:paraId="1DA7A552" w14:textId="77777777" w:rsidR="0092283C" w:rsidRPr="0092283C" w:rsidRDefault="0092283C" w:rsidP="0092283C">
            <w:pPr>
              <w:pStyle w:val="SIBulletList1"/>
            </w:pPr>
            <w:r w:rsidRPr="0092283C">
              <w:t>Access and analyse data for input to OMP or BMP</w:t>
            </w:r>
          </w:p>
          <w:p w14:paraId="317696B7" w14:textId="437E06B1" w:rsidR="0092283C" w:rsidRPr="0092283C" w:rsidRDefault="0092283C" w:rsidP="0092283C">
            <w:pPr>
              <w:pStyle w:val="SIBulletList1"/>
              <w:rPr>
                <w:rFonts w:eastAsia="Calibri"/>
              </w:rPr>
            </w:pPr>
            <w:r w:rsidRPr="0092283C">
              <w:t>Document time scale and costs of implemented strategy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92283C" w14:paraId="1E3C830D" w14:textId="77777777" w:rsidTr="00F33FF2">
        <w:tc>
          <w:tcPr>
            <w:tcW w:w="1028" w:type="pct"/>
          </w:tcPr>
          <w:p w14:paraId="18ED5BE1" w14:textId="19AD6326" w:rsidR="001A6FEE" w:rsidRPr="0092283C" w:rsidRDefault="0092283C" w:rsidP="0040403A">
            <w:pPr>
              <w:pStyle w:val="SIText"/>
            </w:pPr>
            <w:r w:rsidRPr="0092283C">
              <w:t>AHCORG5</w:t>
            </w:r>
            <w:r w:rsidR="0040403A">
              <w:t>14</w:t>
            </w:r>
            <w:r w:rsidRPr="0092283C">
              <w:t xml:space="preserve"> Develop an organic or biodynamic management plan</w:t>
            </w:r>
          </w:p>
        </w:tc>
        <w:tc>
          <w:tcPr>
            <w:tcW w:w="1105" w:type="pct"/>
          </w:tcPr>
          <w:p w14:paraId="64EA7AE3" w14:textId="35F51132" w:rsidR="0092283C" w:rsidRPr="0092283C" w:rsidRDefault="008A4ED9">
            <w:pPr>
              <w:pStyle w:val="SIText"/>
            </w:pPr>
            <w:r w:rsidRPr="008A4ED9">
              <w:t>AHCORG507</w:t>
            </w:r>
            <w:r>
              <w:t xml:space="preserve"> </w:t>
            </w:r>
            <w:r w:rsidRPr="008A4ED9">
              <w:t>Develop an organic or biodynamic management plan</w:t>
            </w:r>
          </w:p>
        </w:tc>
        <w:tc>
          <w:tcPr>
            <w:tcW w:w="1251" w:type="pct"/>
          </w:tcPr>
          <w:p w14:paraId="3E031D32" w14:textId="5B6729F9" w:rsidR="0092283C" w:rsidRPr="0092283C" w:rsidRDefault="008A4ED9" w:rsidP="0092283C">
            <w:pPr>
              <w:pStyle w:val="SIText"/>
            </w:pPr>
            <w:r>
              <w:t>Minor changes to Application and Performance Criteria for brevity and clarity</w:t>
            </w:r>
            <w:r w:rsidR="003129AC">
              <w:br/>
              <w:t>Changes to Performance Evidence, Knowledge Evidence and Assessment Conditions for clarity</w:t>
            </w:r>
            <w:r w:rsidR="003129AC">
              <w:br/>
              <w:t>Foundation Skills added</w:t>
            </w:r>
          </w:p>
        </w:tc>
        <w:tc>
          <w:tcPr>
            <w:tcW w:w="1616" w:type="pct"/>
          </w:tcPr>
          <w:p w14:paraId="426455CD" w14:textId="42849EEA" w:rsidR="0092283C" w:rsidRPr="0092283C" w:rsidRDefault="0092283C" w:rsidP="0092283C">
            <w:pPr>
              <w:pStyle w:val="SIText"/>
            </w:pPr>
            <w:r w:rsidRPr="0092283C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66FD5E94" w:rsidR="00F1480E" w:rsidRPr="005404CB" w:rsidRDefault="004C3718" w:rsidP="005404CB">
            <w:pPr>
              <w:pStyle w:val="SIText"/>
            </w:pPr>
            <w:r w:rsidRPr="004C3718">
              <w:t xml:space="preserve">Companion Volumes, including Implementation Guides, are available at </w:t>
            </w:r>
            <w:proofErr w:type="spellStart"/>
            <w:r w:rsidRPr="004C3718">
              <w:t>VETNet</w:t>
            </w:r>
            <w:proofErr w:type="spellEnd"/>
            <w:r w:rsidRPr="004C3718">
              <w:t xml:space="preserve">: </w:t>
            </w:r>
            <w:hyperlink r:id="rId11" w:history="1">
              <w:r w:rsidRPr="004C3718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5A18C4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6471B" w:rsidRPr="0056471B">
              <w:t>AHCORG5</w:t>
            </w:r>
            <w:r w:rsidR="0040403A">
              <w:t>14</w:t>
            </w:r>
            <w:r w:rsidR="0056471B" w:rsidRPr="0056471B">
              <w:t xml:space="preserve"> Develop an organic or biodynamic management plan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43F988E" w14:textId="77777777" w:rsidR="008A4ED9" w:rsidRDefault="0092283C" w:rsidP="0092283C">
            <w:r w:rsidRPr="0092283C">
              <w:t xml:space="preserve">An individual demonstrating competency must satisfy </w:t>
            </w:r>
            <w:proofErr w:type="gramStart"/>
            <w:r w:rsidRPr="0092283C">
              <w:t>all of</w:t>
            </w:r>
            <w:proofErr w:type="gramEnd"/>
            <w:r w:rsidRPr="0092283C">
              <w:t xml:space="preserve"> the elements and performance criteria in this unit. </w:t>
            </w:r>
          </w:p>
          <w:p w14:paraId="3D80682E" w14:textId="77777777" w:rsidR="004C3718" w:rsidRDefault="004C3718" w:rsidP="0092283C"/>
          <w:p w14:paraId="618088D2" w14:textId="014CA60D" w:rsidR="0092283C" w:rsidRPr="0092283C" w:rsidRDefault="0092283C" w:rsidP="0092283C">
            <w:r w:rsidRPr="0092283C">
              <w:t xml:space="preserve">There must be evidence that the individual has developed biodynamic or organic management plans </w:t>
            </w:r>
            <w:r w:rsidR="00DA28F4" w:rsidRPr="00DA28F4">
              <w:t>for at least two different properties and for each property, has:</w:t>
            </w:r>
          </w:p>
          <w:p w14:paraId="1B0DD0FC" w14:textId="39C607C1" w:rsidR="0092283C" w:rsidRDefault="0092283C" w:rsidP="0092283C">
            <w:pPr>
              <w:pStyle w:val="SIBulletList1"/>
            </w:pPr>
            <w:r w:rsidRPr="0092283C">
              <w:t xml:space="preserve">identified and developed required components of organic management plan </w:t>
            </w:r>
            <w:r w:rsidR="004C3718" w:rsidRPr="004C3718">
              <w:t xml:space="preserve">(OMP) </w:t>
            </w:r>
            <w:r w:rsidRPr="0092283C">
              <w:t xml:space="preserve">or biodynamic management plan (BMP) for </w:t>
            </w:r>
            <w:r w:rsidR="004F3EFD">
              <w:t>each</w:t>
            </w:r>
            <w:r w:rsidR="004F3EFD" w:rsidRPr="0092283C">
              <w:t xml:space="preserve"> </w:t>
            </w:r>
            <w:r w:rsidRPr="0092283C">
              <w:t>property</w:t>
            </w:r>
          </w:p>
          <w:p w14:paraId="32F1BA99" w14:textId="74FB8F75" w:rsidR="00A04519" w:rsidRDefault="00A04519" w:rsidP="00C44DB5">
            <w:pPr>
              <w:pStyle w:val="SIBulletList1"/>
            </w:pPr>
            <w:r>
              <w:t xml:space="preserve">established benchmark position from past practices for </w:t>
            </w:r>
            <w:r w:rsidRPr="00A04519">
              <w:t>weeds</w:t>
            </w:r>
            <w:r>
              <w:t xml:space="preserve">, </w:t>
            </w:r>
            <w:r w:rsidRPr="00A04519">
              <w:t>pest</w:t>
            </w:r>
            <w:r w:rsidR="004C3718">
              <w:t>s</w:t>
            </w:r>
            <w:r w:rsidRPr="00A04519">
              <w:t>, disease</w:t>
            </w:r>
            <w:r w:rsidR="004C3718">
              <w:t>s</w:t>
            </w:r>
            <w:r w:rsidRPr="00A04519">
              <w:t xml:space="preserve"> and animal health status</w:t>
            </w:r>
            <w:r>
              <w:t xml:space="preserve"> and their </w:t>
            </w:r>
            <w:r w:rsidRPr="00A04519">
              <w:t>interrelationships</w:t>
            </w:r>
          </w:p>
          <w:p w14:paraId="7CF0D036" w14:textId="270ED165" w:rsidR="00A04519" w:rsidRDefault="00A04519" w:rsidP="0092283C">
            <w:pPr>
              <w:pStyle w:val="SIBulletList1"/>
            </w:pPr>
            <w:r>
              <w:t>conducted a soil fertility assessment</w:t>
            </w:r>
            <w:r w:rsidR="004C3718">
              <w:t>,</w:t>
            </w:r>
            <w:r>
              <w:t xml:space="preserve"> which must include:</w:t>
            </w:r>
          </w:p>
          <w:p w14:paraId="4DE27CD2" w14:textId="0F19EDCA" w:rsidR="00A04519" w:rsidRDefault="00A04519" w:rsidP="00C44DB5">
            <w:pPr>
              <w:pStyle w:val="SIBulletList2"/>
            </w:pPr>
            <w:r>
              <w:t>soil physical and chemical test results</w:t>
            </w:r>
          </w:p>
          <w:p w14:paraId="2CB4792F" w14:textId="206DEABC" w:rsidR="00A04519" w:rsidRDefault="0092283C" w:rsidP="00C44DB5">
            <w:pPr>
              <w:pStyle w:val="SIBulletList2"/>
            </w:pPr>
            <w:r w:rsidRPr="0092283C">
              <w:t>interrelationships between soil, plant, animal health and environment</w:t>
            </w:r>
          </w:p>
          <w:p w14:paraId="25EE7485" w14:textId="33D2E5E5" w:rsidR="00A04519" w:rsidRDefault="00A04519" w:rsidP="00C44DB5">
            <w:pPr>
              <w:pStyle w:val="SIBulletList2"/>
            </w:pPr>
            <w:r>
              <w:t xml:space="preserve">current </w:t>
            </w:r>
            <w:r w:rsidR="00652759" w:rsidRPr="00652759">
              <w:t xml:space="preserve">soil condition and </w:t>
            </w:r>
            <w:r>
              <w:t xml:space="preserve">past </w:t>
            </w:r>
            <w:r w:rsidR="00652759" w:rsidRPr="00652759">
              <w:t>management</w:t>
            </w:r>
            <w:r>
              <w:t xml:space="preserve"> practices</w:t>
            </w:r>
          </w:p>
          <w:p w14:paraId="7EF63E64" w14:textId="73990573" w:rsidR="00652759" w:rsidRDefault="00652759" w:rsidP="0092283C">
            <w:pPr>
              <w:pStyle w:val="SIBulletList1"/>
            </w:pPr>
            <w:r>
              <w:t xml:space="preserve">developed a soil fertility </w:t>
            </w:r>
            <w:r w:rsidR="004C3718">
              <w:t xml:space="preserve">plan </w:t>
            </w:r>
            <w:r w:rsidR="008A4ED9">
              <w:t>and soil management sub</w:t>
            </w:r>
            <w:r w:rsidR="004C3718">
              <w:t>-</w:t>
            </w:r>
            <w:r>
              <w:t xml:space="preserve">plan </w:t>
            </w:r>
            <w:r w:rsidR="00A04519" w:rsidRPr="00652759">
              <w:t>b</w:t>
            </w:r>
            <w:r w:rsidR="00A04519">
              <w:t>ased on assessment of soil tests and observations</w:t>
            </w:r>
            <w:r w:rsidR="004C3718">
              <w:t>,</w:t>
            </w:r>
            <w:r w:rsidR="00A04519">
              <w:t xml:space="preserve"> </w:t>
            </w:r>
            <w:r>
              <w:t>which must include:</w:t>
            </w:r>
          </w:p>
          <w:p w14:paraId="1FF3525A" w14:textId="77777777" w:rsidR="00652759" w:rsidRDefault="00652759" w:rsidP="00C44DB5">
            <w:pPr>
              <w:pStyle w:val="SIBulletList2"/>
            </w:pPr>
            <w:r w:rsidRPr="0082086C">
              <w:t>amend</w:t>
            </w:r>
            <w:r>
              <w:t xml:space="preserve">ments to </w:t>
            </w:r>
            <w:r w:rsidRPr="0082086C">
              <w:t>soil chemistry</w:t>
            </w:r>
          </w:p>
          <w:p w14:paraId="4DE24DDF" w14:textId="77777777" w:rsidR="00652759" w:rsidRDefault="00652759" w:rsidP="00C44DB5">
            <w:pPr>
              <w:pStyle w:val="SIBulletList2"/>
            </w:pPr>
            <w:r w:rsidRPr="0082086C">
              <w:t>soil structure</w:t>
            </w:r>
          </w:p>
          <w:p w14:paraId="6D6B79BD" w14:textId="77777777" w:rsidR="00652759" w:rsidRDefault="00652759" w:rsidP="00C44DB5">
            <w:pPr>
              <w:pStyle w:val="SIBulletList2"/>
            </w:pPr>
            <w:r w:rsidRPr="00652759">
              <w:t>soil biology</w:t>
            </w:r>
          </w:p>
          <w:p w14:paraId="2DE81212" w14:textId="507308C8" w:rsidR="008A4ED9" w:rsidRDefault="008A4ED9" w:rsidP="000E6DFC">
            <w:pPr>
              <w:pStyle w:val="SIBulletList1"/>
            </w:pPr>
            <w:r>
              <w:t xml:space="preserve">developed a </w:t>
            </w:r>
            <w:r w:rsidRPr="008A4ED9">
              <w:t>weed management sub-plan</w:t>
            </w:r>
          </w:p>
          <w:p w14:paraId="73649192" w14:textId="334765FE" w:rsidR="008A4ED9" w:rsidRPr="008A4ED9" w:rsidRDefault="008A4ED9" w:rsidP="000E6DFC">
            <w:pPr>
              <w:pStyle w:val="SIBulletList1"/>
            </w:pPr>
            <w:r>
              <w:t>d</w:t>
            </w:r>
            <w:r w:rsidRPr="008A4ED9">
              <w:t>evelop</w:t>
            </w:r>
            <w:r>
              <w:t>ed</w:t>
            </w:r>
            <w:r w:rsidRPr="008A4ED9">
              <w:t xml:space="preserve"> and design</w:t>
            </w:r>
            <w:r>
              <w:t>ed</w:t>
            </w:r>
            <w:r w:rsidRPr="008A4ED9">
              <w:t xml:space="preserve"> an integrated pest and disease management sub-plan</w:t>
            </w:r>
          </w:p>
          <w:p w14:paraId="7431871F" w14:textId="058FBAD4" w:rsidR="008A4ED9" w:rsidRPr="008A4ED9" w:rsidRDefault="008A4ED9" w:rsidP="008A4ED9">
            <w:pPr>
              <w:pStyle w:val="SIBulletList1"/>
            </w:pPr>
            <w:r>
              <w:t>d</w:t>
            </w:r>
            <w:r w:rsidRPr="008A4ED9">
              <w:t>evelop</w:t>
            </w:r>
            <w:r>
              <w:t>ed an</w:t>
            </w:r>
            <w:r w:rsidRPr="008A4ED9">
              <w:t xml:space="preserve"> animal health and management sub-plan</w:t>
            </w:r>
          </w:p>
          <w:p w14:paraId="7E879ABD" w14:textId="1317DE41" w:rsidR="008A4ED9" w:rsidRDefault="008A4ED9">
            <w:pPr>
              <w:pStyle w:val="SIBulletList1"/>
            </w:pPr>
            <w:r>
              <w:t>d</w:t>
            </w:r>
            <w:r w:rsidRPr="008A4ED9">
              <w:t>evelop</w:t>
            </w:r>
            <w:r w:rsidR="004C3718">
              <w:t>ed</w:t>
            </w:r>
            <w:r w:rsidRPr="008A4ED9">
              <w:t xml:space="preserve"> an environmental management sub-plan</w:t>
            </w:r>
          </w:p>
          <w:p w14:paraId="038362A2" w14:textId="45F51D08" w:rsidR="006B28C3" w:rsidRDefault="008A4ED9">
            <w:pPr>
              <w:pStyle w:val="SIBulletList1"/>
            </w:pPr>
            <w:r>
              <w:t>compiled sub</w:t>
            </w:r>
            <w:r w:rsidR="004C3718">
              <w:t>-</w:t>
            </w:r>
            <w:r>
              <w:t>plans</w:t>
            </w:r>
            <w:r w:rsidR="006B28C3">
              <w:t xml:space="preserve">, tracked plan </w:t>
            </w:r>
            <w:proofErr w:type="gramStart"/>
            <w:r w:rsidR="006B28C3">
              <w:t>components</w:t>
            </w:r>
            <w:proofErr w:type="gramEnd"/>
            <w:r>
              <w:t xml:space="preserve"> and </w:t>
            </w:r>
            <w:r w:rsidR="0092283C" w:rsidRPr="0092283C">
              <w:t xml:space="preserve">documented the </w:t>
            </w:r>
            <w:r w:rsidRPr="008A4ED9">
              <w:t>OMP or BMP</w:t>
            </w:r>
            <w:r w:rsidR="004F3EFD">
              <w:t xml:space="preserve"> according to organic </w:t>
            </w:r>
            <w:r w:rsidR="0092283C" w:rsidRPr="0092283C">
              <w:t>certification standard</w:t>
            </w:r>
            <w:r w:rsidR="004F3EFD">
              <w:t>s</w:t>
            </w:r>
          </w:p>
          <w:p w14:paraId="2F148A2B" w14:textId="77777777" w:rsidR="00C13216" w:rsidRDefault="00C13216" w:rsidP="00F0152A">
            <w:pPr>
              <w:pStyle w:val="SIText"/>
            </w:pPr>
          </w:p>
          <w:p w14:paraId="776EA54B" w14:textId="77777777" w:rsidR="00C13216" w:rsidRDefault="00C13216" w:rsidP="00F0152A">
            <w:pPr>
              <w:pStyle w:val="SIText"/>
            </w:pPr>
            <w:r>
              <w:t>There must also be evidence that the individual has:</w:t>
            </w:r>
          </w:p>
          <w:p w14:paraId="6BFA69AA" w14:textId="7726D564" w:rsidR="006130F4" w:rsidRPr="005404CB" w:rsidRDefault="00C13216">
            <w:pPr>
              <w:pStyle w:val="SIBulletList1"/>
            </w:pPr>
            <w:r>
              <w:t>undertaken a review of an existing OMP or BMP for a property</w:t>
            </w:r>
            <w:r w:rsidR="0092283C" w:rsidRPr="0092283C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422CC5CD" w14:textId="77777777" w:rsidR="00F43D70" w:rsidRDefault="00F43D70" w:rsidP="00F43D7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F43D70">
              <w:t xml:space="preserve">An individual must be able to demonstrate the knowledge required to perform the tasks outlined in the </w:t>
            </w:r>
          </w:p>
          <w:p w14:paraId="66274F6A" w14:textId="523479AD" w:rsidR="00F43D70" w:rsidRPr="00F43D70" w:rsidRDefault="00F43D70" w:rsidP="00F43D7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F43D70">
              <w:t>elements and performance criteria of this unit. This includes knowledge of:</w:t>
            </w:r>
          </w:p>
          <w:p w14:paraId="208964D2" w14:textId="6897EC71" w:rsidR="004F3EFD" w:rsidRDefault="00F43D70">
            <w:pPr>
              <w:pStyle w:val="SIBulletList1"/>
            </w:pPr>
            <w:r w:rsidRPr="00F43D70">
              <w:t xml:space="preserve">principles of organic agriculture, </w:t>
            </w:r>
          </w:p>
          <w:p w14:paraId="0D1E70C6" w14:textId="4F0C81E6" w:rsidR="00F43D70" w:rsidRPr="00F43D70" w:rsidRDefault="00F43D70">
            <w:pPr>
              <w:pStyle w:val="SIBulletList1"/>
            </w:pPr>
            <w:r w:rsidRPr="00F43D70">
              <w:t>fundamental role of soil health</w:t>
            </w:r>
            <w:r w:rsidR="004F3EFD">
              <w:t>, including:</w:t>
            </w:r>
          </w:p>
          <w:p w14:paraId="6D6C4C9D" w14:textId="77777777" w:rsidR="004F3EFD" w:rsidRDefault="004F3EFD" w:rsidP="00C44DB5">
            <w:pPr>
              <w:pStyle w:val="SIBulletList2"/>
            </w:pPr>
            <w:r w:rsidRPr="004F3EFD">
              <w:t>soil type</w:t>
            </w:r>
          </w:p>
          <w:p w14:paraId="78992057" w14:textId="77777777" w:rsidR="004F3EFD" w:rsidRDefault="004F3EFD" w:rsidP="00C44DB5">
            <w:pPr>
              <w:pStyle w:val="SIBulletList2"/>
            </w:pPr>
            <w:r w:rsidRPr="004F3EFD">
              <w:t>slope</w:t>
            </w:r>
            <w:r>
              <w:t xml:space="preserve"> and </w:t>
            </w:r>
            <w:r w:rsidRPr="004F3EFD">
              <w:t>aspect</w:t>
            </w:r>
          </w:p>
          <w:p w14:paraId="62336DE6" w14:textId="0147618D" w:rsidR="004F3EFD" w:rsidRPr="004F3EFD" w:rsidRDefault="004F3EFD" w:rsidP="00C44DB5">
            <w:pPr>
              <w:pStyle w:val="SIBulletList2"/>
            </w:pPr>
            <w:r w:rsidRPr="004F3EFD">
              <w:t>previous use</w:t>
            </w:r>
          </w:p>
          <w:p w14:paraId="0BF40FD6" w14:textId="77777777" w:rsidR="004F3EFD" w:rsidRDefault="004F3EFD" w:rsidP="00C44DB5">
            <w:pPr>
              <w:pStyle w:val="SIBulletList2"/>
            </w:pPr>
            <w:r w:rsidRPr="0082086C">
              <w:t>soil structure</w:t>
            </w:r>
          </w:p>
          <w:p w14:paraId="45DB71D1" w14:textId="77777777" w:rsidR="004F3EFD" w:rsidRDefault="004F3EFD" w:rsidP="00C44DB5">
            <w:pPr>
              <w:pStyle w:val="SIBulletList2"/>
            </w:pPr>
            <w:r w:rsidRPr="0082086C">
              <w:t>compaction</w:t>
            </w:r>
          </w:p>
          <w:p w14:paraId="6A0BF63B" w14:textId="4C1381B3" w:rsidR="004F3EFD" w:rsidRDefault="004F3EFD" w:rsidP="00C44DB5">
            <w:pPr>
              <w:pStyle w:val="SIBulletList2"/>
            </w:pPr>
            <w:r>
              <w:t xml:space="preserve">drainage and </w:t>
            </w:r>
            <w:r w:rsidRPr="0082086C">
              <w:t>water logging</w:t>
            </w:r>
          </w:p>
          <w:p w14:paraId="44295D69" w14:textId="401014E2" w:rsidR="00E70081" w:rsidRPr="00E70081" w:rsidRDefault="00E70081" w:rsidP="001A4C68">
            <w:pPr>
              <w:pStyle w:val="SIBulletList2"/>
            </w:pPr>
            <w:r w:rsidRPr="00E70081">
              <w:t>soil biology</w:t>
            </w:r>
            <w:r>
              <w:t xml:space="preserve"> and </w:t>
            </w:r>
            <w:r w:rsidRPr="00E70081">
              <w:t>soil food web</w:t>
            </w:r>
            <w:r>
              <w:t>,</w:t>
            </w:r>
            <w:r w:rsidRPr="00E70081">
              <w:t xml:space="preserve"> </w:t>
            </w:r>
            <w:r>
              <w:t xml:space="preserve">and </w:t>
            </w:r>
            <w:r w:rsidRPr="00E70081">
              <w:t xml:space="preserve">the role of bacteria, </w:t>
            </w:r>
            <w:proofErr w:type="gramStart"/>
            <w:r w:rsidRPr="00E70081">
              <w:t>fungi</w:t>
            </w:r>
            <w:proofErr w:type="gramEnd"/>
            <w:r w:rsidRPr="00E70081">
              <w:t xml:space="preserve"> and protozoa</w:t>
            </w:r>
          </w:p>
          <w:p w14:paraId="232C22DA" w14:textId="3EE385A3" w:rsidR="00E70081" w:rsidRPr="00E70081" w:rsidRDefault="00E70081" w:rsidP="00E70081">
            <w:pPr>
              <w:pStyle w:val="SIBulletList2"/>
            </w:pPr>
            <w:r w:rsidRPr="00E70081">
              <w:t xml:space="preserve">organic soil nutrition </w:t>
            </w:r>
            <w:r>
              <w:t>and</w:t>
            </w:r>
            <w:r w:rsidRPr="00E70081">
              <w:t xml:space="preserve"> fertiliser management</w:t>
            </w:r>
          </w:p>
          <w:p w14:paraId="59B0A20C" w14:textId="67EDBB38" w:rsidR="00E70081" w:rsidRDefault="00E70081" w:rsidP="00C44DB5">
            <w:pPr>
              <w:pStyle w:val="SIBulletList2"/>
            </w:pPr>
            <w:r w:rsidRPr="00E70081">
              <w:t>role of green manures</w:t>
            </w:r>
            <w:r>
              <w:t xml:space="preserve"> and </w:t>
            </w:r>
            <w:r w:rsidRPr="00E70081">
              <w:t>organic matter</w:t>
            </w:r>
          </w:p>
          <w:p w14:paraId="63D9188B" w14:textId="77777777" w:rsidR="00F43D70" w:rsidRDefault="00F43D70">
            <w:pPr>
              <w:pStyle w:val="SIBulletList1"/>
            </w:pPr>
            <w:r w:rsidRPr="00F43D70">
              <w:t>principles of sustainable production</w:t>
            </w:r>
          </w:p>
          <w:p w14:paraId="2494DE0F" w14:textId="77777777" w:rsidR="00962F0D" w:rsidRPr="00C44DB5" w:rsidRDefault="00962F0D">
            <w:pPr>
              <w:pStyle w:val="SIBulletList1"/>
            </w:pPr>
            <w:r>
              <w:rPr>
                <w:rFonts w:eastAsiaTheme="minorHAnsi"/>
              </w:rPr>
              <w:t xml:space="preserve">use of </w:t>
            </w:r>
            <w:r w:rsidRPr="00962F0D">
              <w:rPr>
                <w:rFonts w:eastAsiaTheme="minorHAnsi"/>
              </w:rPr>
              <w:t>biological systems</w:t>
            </w:r>
            <w:r>
              <w:rPr>
                <w:rFonts w:eastAsiaTheme="minorHAnsi"/>
              </w:rPr>
              <w:t xml:space="preserve"> for</w:t>
            </w:r>
            <w:r w:rsidRPr="00962F0D">
              <w:rPr>
                <w:rFonts w:eastAsiaTheme="minorHAnsi"/>
              </w:rPr>
              <w:t xml:space="preserve"> improv</w:t>
            </w:r>
            <w:r>
              <w:rPr>
                <w:rFonts w:eastAsiaTheme="minorHAnsi"/>
              </w:rPr>
              <w:t>ing</w:t>
            </w:r>
            <w:r w:rsidRPr="00962F0D">
              <w:rPr>
                <w:rFonts w:eastAsiaTheme="minorHAnsi"/>
              </w:rPr>
              <w:t xml:space="preserve"> soil health resilience</w:t>
            </w:r>
          </w:p>
          <w:p w14:paraId="22CBE779" w14:textId="5A08BEAE" w:rsidR="00962F0D" w:rsidRPr="00F43D70" w:rsidRDefault="00962F0D">
            <w:pPr>
              <w:pStyle w:val="SIBulletList1"/>
            </w:pPr>
            <w:r>
              <w:rPr>
                <w:rFonts w:eastAsiaTheme="minorHAnsi"/>
              </w:rPr>
              <w:t xml:space="preserve">potential impact of </w:t>
            </w:r>
            <w:r w:rsidRPr="00962F0D">
              <w:rPr>
                <w:rFonts w:eastAsiaTheme="minorHAnsi"/>
              </w:rPr>
              <w:t>climate change</w:t>
            </w:r>
            <w:r>
              <w:rPr>
                <w:rFonts w:eastAsiaTheme="minorHAnsi"/>
              </w:rPr>
              <w:t xml:space="preserve"> on crop production</w:t>
            </w:r>
          </w:p>
          <w:p w14:paraId="1A8F8AAE" w14:textId="77777777" w:rsidR="00F43D70" w:rsidRPr="00F43D70" w:rsidRDefault="00F43D70">
            <w:pPr>
              <w:pStyle w:val="SIBulletList1"/>
            </w:pPr>
            <w:r w:rsidRPr="00F43D70">
              <w:t>requirements and components of an OMP and BMP</w:t>
            </w:r>
          </w:p>
          <w:p w14:paraId="0FC7E432" w14:textId="40820A7A" w:rsidR="00F43D70" w:rsidRDefault="00F43D70">
            <w:pPr>
              <w:pStyle w:val="SIBulletList1"/>
            </w:pPr>
            <w:r w:rsidRPr="00F43D70">
              <w:t>organic and biodynamic certification standard</w:t>
            </w:r>
            <w:r w:rsidR="004F3EFD">
              <w:t>s</w:t>
            </w:r>
          </w:p>
          <w:p w14:paraId="45DC78B7" w14:textId="263864BA" w:rsidR="00E70081" w:rsidRPr="00E70081" w:rsidRDefault="00E70081" w:rsidP="00E70081">
            <w:pPr>
              <w:pStyle w:val="SIBulletList1"/>
            </w:pPr>
            <w:r>
              <w:t>integrated o</w:t>
            </w:r>
            <w:r w:rsidRPr="00E70081">
              <w:t>rganic pest and disease management, including:</w:t>
            </w:r>
          </w:p>
          <w:p w14:paraId="360FD63A" w14:textId="4073351E" w:rsidR="00E70081" w:rsidRPr="00E70081" w:rsidRDefault="00E70081" w:rsidP="00C44DB5">
            <w:pPr>
              <w:pStyle w:val="SIBulletList2"/>
            </w:pPr>
            <w:r>
              <w:t>c</w:t>
            </w:r>
            <w:r w:rsidRPr="00E70081">
              <w:t>ultural practices</w:t>
            </w:r>
          </w:p>
          <w:p w14:paraId="189A4F6E" w14:textId="33EB5E10" w:rsidR="00E70081" w:rsidRPr="00E70081" w:rsidRDefault="00E70081" w:rsidP="00C44DB5">
            <w:pPr>
              <w:pStyle w:val="SIBulletList2"/>
            </w:pPr>
            <w:r>
              <w:t>c</w:t>
            </w:r>
            <w:r w:rsidRPr="00E70081">
              <w:t>ertified organic pest and disease products</w:t>
            </w:r>
          </w:p>
          <w:p w14:paraId="72E5F910" w14:textId="5A56EAB4" w:rsidR="00E70081" w:rsidRPr="00E70081" w:rsidRDefault="00E70081" w:rsidP="00C44DB5">
            <w:pPr>
              <w:pStyle w:val="SIBulletList2"/>
            </w:pPr>
            <w:r>
              <w:t>s</w:t>
            </w:r>
            <w:r w:rsidRPr="00E70081">
              <w:t>ystem design</w:t>
            </w:r>
          </w:p>
          <w:p w14:paraId="7B90CD4D" w14:textId="4085E27C" w:rsidR="00E70081" w:rsidRDefault="00E70081" w:rsidP="00C44DB5">
            <w:pPr>
              <w:pStyle w:val="SIBulletList2"/>
            </w:pPr>
            <w:r>
              <w:t>s</w:t>
            </w:r>
            <w:r w:rsidRPr="00E70081">
              <w:t xml:space="preserve">oil health </w:t>
            </w:r>
            <w:r>
              <w:t xml:space="preserve">impact on </w:t>
            </w:r>
            <w:r w:rsidRPr="00E70081">
              <w:t xml:space="preserve">pests </w:t>
            </w:r>
            <w:r>
              <w:t>and</w:t>
            </w:r>
            <w:r w:rsidRPr="00E70081">
              <w:t xml:space="preserve"> diseases</w:t>
            </w:r>
          </w:p>
          <w:p w14:paraId="36C4BBE8" w14:textId="0E104FA3" w:rsidR="00962F0D" w:rsidRPr="00E70081" w:rsidRDefault="00962F0D" w:rsidP="00C44DB5">
            <w:pPr>
              <w:pStyle w:val="SIBulletList2"/>
            </w:pPr>
            <w:r>
              <w:t>r</w:t>
            </w:r>
            <w:r w:rsidRPr="00962F0D">
              <w:t>ole of BRIX</w:t>
            </w:r>
            <w:r>
              <w:t xml:space="preserve"> in pest and disease management</w:t>
            </w:r>
          </w:p>
          <w:p w14:paraId="43FDED8E" w14:textId="558F017E" w:rsidR="00E70081" w:rsidRDefault="00E70081" w:rsidP="00E70081">
            <w:pPr>
              <w:pStyle w:val="SIBulletList1"/>
            </w:pPr>
            <w:r>
              <w:lastRenderedPageBreak/>
              <w:t>b</w:t>
            </w:r>
            <w:r w:rsidRPr="00E70081">
              <w:t>iological control</w:t>
            </w:r>
            <w:r w:rsidR="001F0383">
              <w:t>:</w:t>
            </w:r>
          </w:p>
          <w:p w14:paraId="1F22473D" w14:textId="77777777" w:rsidR="004F3EFD" w:rsidRDefault="004F3EFD" w:rsidP="00C44DB5">
            <w:pPr>
              <w:pStyle w:val="SIBulletList2"/>
            </w:pPr>
            <w:r w:rsidRPr="0082086C">
              <w:t>cultural practices</w:t>
            </w:r>
          </w:p>
          <w:p w14:paraId="09EF9B9E" w14:textId="46A9D7BC" w:rsidR="004F3EFD" w:rsidRDefault="004F3EFD" w:rsidP="00C44DB5">
            <w:pPr>
              <w:pStyle w:val="SIBulletList2"/>
            </w:pPr>
            <w:r>
              <w:t xml:space="preserve">system </w:t>
            </w:r>
            <w:r w:rsidRPr="0082086C">
              <w:t>design</w:t>
            </w:r>
          </w:p>
          <w:p w14:paraId="2095082D" w14:textId="5AA3EE59" w:rsidR="003A04D0" w:rsidRDefault="003A04D0" w:rsidP="00C44DB5">
            <w:pPr>
              <w:pStyle w:val="SIBulletList2"/>
            </w:pPr>
            <w:r w:rsidRPr="0082086C">
              <w:t>soil health</w:t>
            </w:r>
            <w:r w:rsidR="004F3EFD">
              <w:t xml:space="preserve"> and pests and diseases</w:t>
            </w:r>
          </w:p>
          <w:p w14:paraId="08533970" w14:textId="77777777" w:rsidR="004F3EFD" w:rsidRDefault="004F3EFD" w:rsidP="00C44DB5">
            <w:pPr>
              <w:pStyle w:val="SIBulletList1"/>
            </w:pPr>
            <w:r w:rsidRPr="0092283C">
              <w:t xml:space="preserve">management </w:t>
            </w:r>
            <w:r>
              <w:t>and farming system's resilience</w:t>
            </w:r>
          </w:p>
          <w:p w14:paraId="28D8585B" w14:textId="77777777" w:rsidR="004F3EFD" w:rsidRDefault="004F3EFD" w:rsidP="00C44DB5">
            <w:pPr>
              <w:pStyle w:val="SIBulletList1"/>
            </w:pPr>
            <w:r>
              <w:t>animal g</w:t>
            </w:r>
            <w:r w:rsidR="003A04D0">
              <w:t>razing</w:t>
            </w:r>
            <w:r>
              <w:t xml:space="preserve"> management, including:</w:t>
            </w:r>
          </w:p>
          <w:p w14:paraId="58B5EFF6" w14:textId="77777777" w:rsidR="004F3EFD" w:rsidRDefault="003A04D0" w:rsidP="00C44DB5">
            <w:pPr>
              <w:pStyle w:val="SIBulletList2"/>
            </w:pPr>
            <w:r w:rsidRPr="0082086C">
              <w:t>feed requirements</w:t>
            </w:r>
          </w:p>
          <w:p w14:paraId="5663C81C" w14:textId="77777777" w:rsidR="004F3EFD" w:rsidRDefault="003A04D0" w:rsidP="00C44DB5">
            <w:pPr>
              <w:pStyle w:val="SIBulletList2"/>
            </w:pPr>
            <w:r w:rsidRPr="0082086C">
              <w:t>stocking densities</w:t>
            </w:r>
          </w:p>
          <w:p w14:paraId="5C8CD985" w14:textId="18A5DF53" w:rsidR="006130F4" w:rsidRPr="005404CB" w:rsidRDefault="003A04D0" w:rsidP="00C44DB5">
            <w:pPr>
              <w:pStyle w:val="SIBulletList2"/>
            </w:pPr>
            <w:r w:rsidRPr="0082086C">
              <w:t>regional catchment land and soil condition targets</w:t>
            </w:r>
            <w:r w:rsidR="00E70081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6290E75" w14:textId="5214C485" w:rsidR="00F43D70" w:rsidRPr="00F43D70" w:rsidRDefault="00F43D70" w:rsidP="00F43D70">
            <w:r w:rsidRPr="00F43D70">
              <w:t xml:space="preserve">Assessment of </w:t>
            </w:r>
            <w:r w:rsidR="001F0383">
              <w:t xml:space="preserve">the </w:t>
            </w:r>
            <w:r w:rsidRPr="00F43D70">
              <w:t xml:space="preserve">skills </w:t>
            </w:r>
            <w:r w:rsidR="001F0383">
              <w:t xml:space="preserve">in this unit of competency </w:t>
            </w:r>
            <w:r w:rsidRPr="00F43D70">
              <w:t>must take place under the following conditions:</w:t>
            </w:r>
          </w:p>
          <w:p w14:paraId="401C4BB0" w14:textId="77777777" w:rsidR="00F43D70" w:rsidRPr="00F43D70" w:rsidRDefault="00F43D70" w:rsidP="00F43D70">
            <w:pPr>
              <w:pStyle w:val="SIBulletList1"/>
            </w:pPr>
            <w:r w:rsidRPr="00F43D70">
              <w:t>physical conditions:</w:t>
            </w:r>
          </w:p>
          <w:p w14:paraId="189066B9" w14:textId="341B39A0" w:rsidR="00F43D70" w:rsidRPr="00F43D70" w:rsidRDefault="00F43D70" w:rsidP="00F43D70">
            <w:pPr>
              <w:pStyle w:val="SIBulletList2"/>
            </w:pPr>
            <w:r w:rsidRPr="00F43D70">
              <w:t>a workplace setting or an environment that accurately represent</w:t>
            </w:r>
            <w:r w:rsidR="001F0383">
              <w:t>s</w:t>
            </w:r>
            <w:r w:rsidRPr="00F43D70">
              <w:t xml:space="preserve"> workplace conditions</w:t>
            </w:r>
          </w:p>
          <w:p w14:paraId="76C17B21" w14:textId="77777777" w:rsidR="00F43D70" w:rsidRPr="00F43D70" w:rsidRDefault="00F43D70" w:rsidP="00F43D70">
            <w:pPr>
              <w:pStyle w:val="SIBulletList1"/>
            </w:pPr>
            <w:r w:rsidRPr="00F43D70">
              <w:t xml:space="preserve">resources, </w:t>
            </w:r>
            <w:proofErr w:type="gramStart"/>
            <w:r w:rsidRPr="00F43D70">
              <w:t>equipment</w:t>
            </w:r>
            <w:proofErr w:type="gramEnd"/>
            <w:r w:rsidRPr="00F43D70">
              <w:t xml:space="preserve"> and materials:</w:t>
            </w:r>
          </w:p>
          <w:p w14:paraId="779D9C78" w14:textId="77777777" w:rsidR="00F43D70" w:rsidRPr="00F43D70" w:rsidRDefault="00F43D70" w:rsidP="00F43D70">
            <w:pPr>
              <w:pStyle w:val="SIBulletList2"/>
            </w:pPr>
            <w:r w:rsidRPr="00F43D70">
              <w:t>industry publications relevant to OMP or BMP</w:t>
            </w:r>
          </w:p>
          <w:p w14:paraId="74888E9E" w14:textId="2E754294" w:rsidR="00F43D70" w:rsidRPr="00F43D70" w:rsidRDefault="00F43D70" w:rsidP="00F43D70">
            <w:pPr>
              <w:pStyle w:val="SIBulletList2"/>
            </w:pPr>
            <w:r w:rsidRPr="00F43D70">
              <w:t>OMP or BMP certifi</w:t>
            </w:r>
            <w:r w:rsidR="00DF262F">
              <w:t>cation standards</w:t>
            </w:r>
          </w:p>
          <w:p w14:paraId="35D43A50" w14:textId="19AEAEB1" w:rsidR="00F43D70" w:rsidRPr="00F43D70" w:rsidRDefault="00F43D70" w:rsidP="00F43D70">
            <w:pPr>
              <w:pStyle w:val="SIBulletList2"/>
            </w:pPr>
            <w:r w:rsidRPr="00F43D70">
              <w:t>map</w:t>
            </w:r>
            <w:r w:rsidR="00DF262F">
              <w:t>s</w:t>
            </w:r>
            <w:r w:rsidRPr="00F43D70">
              <w:t xml:space="preserve"> of property</w:t>
            </w:r>
          </w:p>
          <w:p w14:paraId="29CDCCBB" w14:textId="6387EFEB" w:rsidR="00F43D70" w:rsidRPr="00F43D70" w:rsidRDefault="00F43D70" w:rsidP="00F43D70">
            <w:pPr>
              <w:pStyle w:val="SIBulletList2"/>
            </w:pPr>
            <w:r w:rsidRPr="00F43D70">
              <w:t>soil fertility assessment</w:t>
            </w:r>
          </w:p>
          <w:p w14:paraId="5733E837" w14:textId="77777777" w:rsidR="00F43D70" w:rsidRPr="00F43D70" w:rsidRDefault="00F43D70" w:rsidP="00F43D70">
            <w:pPr>
              <w:pStyle w:val="SIBulletList1"/>
            </w:pPr>
            <w:r w:rsidRPr="00F43D70">
              <w:t>specifications:</w:t>
            </w:r>
          </w:p>
          <w:p w14:paraId="50962D65" w14:textId="2378A61C" w:rsidR="008843D7" w:rsidRDefault="008843D7" w:rsidP="00C44DB5">
            <w:pPr>
              <w:pStyle w:val="SIBulletList2"/>
            </w:pPr>
            <w:r w:rsidRPr="008843D7">
              <w:t>industry standards for organic and biodynamic production and agroecological principles</w:t>
            </w:r>
            <w:r w:rsidRPr="008843D7" w:rsidDel="008843D7">
              <w:t xml:space="preserve"> </w:t>
            </w:r>
          </w:p>
          <w:p w14:paraId="777673DE" w14:textId="77777777" w:rsidR="00F43D70" w:rsidRPr="00F43D70" w:rsidRDefault="00F43D70" w:rsidP="00F43D70">
            <w:pPr>
              <w:pStyle w:val="SIBulletList1"/>
            </w:pPr>
            <w:r w:rsidRPr="00F43D70">
              <w:t>relationships:</w:t>
            </w:r>
          </w:p>
          <w:p w14:paraId="1648118C" w14:textId="13FFA514" w:rsidR="00F43D70" w:rsidRPr="00F43D70" w:rsidRDefault="00F43D70" w:rsidP="00F43D70">
            <w:pPr>
              <w:pStyle w:val="SIBulletList2"/>
            </w:pPr>
            <w:r w:rsidRPr="00F43D70">
              <w:t>work colleagues</w:t>
            </w:r>
            <w:r w:rsidR="008F1779">
              <w:t>.</w:t>
            </w:r>
          </w:p>
          <w:p w14:paraId="3E7FF6F1" w14:textId="77777777" w:rsidR="001F0383" w:rsidRDefault="001F0383" w:rsidP="00C44DB5"/>
          <w:p w14:paraId="759850B7" w14:textId="1B419864" w:rsidR="0011400B" w:rsidRPr="005404CB" w:rsidRDefault="00F43D70" w:rsidP="00C44DB5">
            <w:pPr>
              <w:rPr>
                <w:rFonts w:eastAsia="Calibri"/>
              </w:rPr>
            </w:pPr>
            <w:r w:rsidRPr="00F43D7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5442BEC6" w:rsidR="00F1480E" w:rsidRPr="005404CB" w:rsidRDefault="001F0383" w:rsidP="005404CB">
            <w:pPr>
              <w:pStyle w:val="SIText"/>
            </w:pPr>
            <w:r w:rsidRPr="001F0383">
              <w:t xml:space="preserve">Companion Volumes, including Implementation Guides, are available at </w:t>
            </w:r>
            <w:proofErr w:type="spellStart"/>
            <w:r w:rsidRPr="001F0383">
              <w:t>VETNet</w:t>
            </w:r>
            <w:proofErr w:type="spellEnd"/>
            <w:r w:rsidRPr="001F0383">
              <w:t xml:space="preserve">: </w:t>
            </w:r>
            <w:hyperlink r:id="rId12" w:history="1">
              <w:r w:rsidRPr="001F0383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C559A" w14:textId="77777777" w:rsidR="001C4A0F" w:rsidRDefault="001C4A0F" w:rsidP="00BF3F0A">
      <w:r>
        <w:separator/>
      </w:r>
    </w:p>
    <w:p w14:paraId="184CE1AB" w14:textId="77777777" w:rsidR="001C4A0F" w:rsidRDefault="001C4A0F"/>
  </w:endnote>
  <w:endnote w:type="continuationSeparator" w:id="0">
    <w:p w14:paraId="61148A23" w14:textId="77777777" w:rsidR="001C4A0F" w:rsidRDefault="001C4A0F" w:rsidP="00BF3F0A">
      <w:r>
        <w:continuationSeparator/>
      </w:r>
    </w:p>
    <w:p w14:paraId="6C04409F" w14:textId="77777777" w:rsidR="001C4A0F" w:rsidRDefault="001C4A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B02D5">
          <w:rPr>
            <w:noProof/>
          </w:rPr>
          <w:t>5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563B8" w14:textId="77777777" w:rsidR="001C4A0F" w:rsidRDefault="001C4A0F" w:rsidP="00BF3F0A">
      <w:r>
        <w:separator/>
      </w:r>
    </w:p>
    <w:p w14:paraId="21DF79A4" w14:textId="77777777" w:rsidR="001C4A0F" w:rsidRDefault="001C4A0F"/>
  </w:footnote>
  <w:footnote w:type="continuationSeparator" w:id="0">
    <w:p w14:paraId="5BFA363D" w14:textId="77777777" w:rsidR="001C4A0F" w:rsidRDefault="001C4A0F" w:rsidP="00BF3F0A">
      <w:r>
        <w:continuationSeparator/>
      </w:r>
    </w:p>
    <w:p w14:paraId="28FFB16E" w14:textId="77777777" w:rsidR="001C4A0F" w:rsidRDefault="001C4A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44635EE" w:rsidR="009C2650" w:rsidRPr="000754EC" w:rsidRDefault="0056471B" w:rsidP="00146EEC">
    <w:pPr>
      <w:pStyle w:val="SIText"/>
    </w:pPr>
    <w:r w:rsidRPr="0056471B">
      <w:t xml:space="preserve"> AHCORG5</w:t>
    </w:r>
    <w:r w:rsidR="0040403A">
      <w:t>14</w:t>
    </w:r>
    <w:r w:rsidRPr="0056471B">
      <w:t xml:space="preserve"> Develop an organic or biodynamic management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3732421">
    <w:abstractNumId w:val="4"/>
  </w:num>
  <w:num w:numId="2" w16cid:durableId="68147467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56FBE"/>
    <w:rsid w:val="00064BFE"/>
    <w:rsid w:val="00070B3E"/>
    <w:rsid w:val="00071F95"/>
    <w:rsid w:val="000737BB"/>
    <w:rsid w:val="00074E47"/>
    <w:rsid w:val="000754EC"/>
    <w:rsid w:val="00083781"/>
    <w:rsid w:val="00085043"/>
    <w:rsid w:val="0009093B"/>
    <w:rsid w:val="000957DC"/>
    <w:rsid w:val="000A5441"/>
    <w:rsid w:val="000A6903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6FEE"/>
    <w:rsid w:val="001A7B6D"/>
    <w:rsid w:val="001B34D5"/>
    <w:rsid w:val="001B513A"/>
    <w:rsid w:val="001C0A75"/>
    <w:rsid w:val="001C1306"/>
    <w:rsid w:val="001C1550"/>
    <w:rsid w:val="001C4A0F"/>
    <w:rsid w:val="001D30EB"/>
    <w:rsid w:val="001D5C1B"/>
    <w:rsid w:val="001D7F5B"/>
    <w:rsid w:val="001E0849"/>
    <w:rsid w:val="001E16BC"/>
    <w:rsid w:val="001E16DF"/>
    <w:rsid w:val="001F0383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038D"/>
    <w:rsid w:val="002E170C"/>
    <w:rsid w:val="002E193E"/>
    <w:rsid w:val="00305EFF"/>
    <w:rsid w:val="00310A6A"/>
    <w:rsid w:val="003129AC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04D0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40403A"/>
    <w:rsid w:val="00405D9E"/>
    <w:rsid w:val="004127E3"/>
    <w:rsid w:val="00414087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0D33"/>
    <w:rsid w:val="004832D2"/>
    <w:rsid w:val="00485559"/>
    <w:rsid w:val="004A142B"/>
    <w:rsid w:val="004A2924"/>
    <w:rsid w:val="004A3860"/>
    <w:rsid w:val="004A44E8"/>
    <w:rsid w:val="004A581D"/>
    <w:rsid w:val="004A7706"/>
    <w:rsid w:val="004A77E3"/>
    <w:rsid w:val="004B29B7"/>
    <w:rsid w:val="004B7A28"/>
    <w:rsid w:val="004C2244"/>
    <w:rsid w:val="004C36D3"/>
    <w:rsid w:val="004C3718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3EFD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71B"/>
    <w:rsid w:val="00564ADD"/>
    <w:rsid w:val="00564E00"/>
    <w:rsid w:val="005708EB"/>
    <w:rsid w:val="00575BC6"/>
    <w:rsid w:val="0058139E"/>
    <w:rsid w:val="00583902"/>
    <w:rsid w:val="005A1D70"/>
    <w:rsid w:val="005A3AA5"/>
    <w:rsid w:val="005A6C9C"/>
    <w:rsid w:val="005A74DC"/>
    <w:rsid w:val="005B02D5"/>
    <w:rsid w:val="005B5146"/>
    <w:rsid w:val="005D1AFD"/>
    <w:rsid w:val="005D698E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759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B28C3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086C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843D7"/>
    <w:rsid w:val="00886790"/>
    <w:rsid w:val="008908DE"/>
    <w:rsid w:val="008A12ED"/>
    <w:rsid w:val="008A39D3"/>
    <w:rsid w:val="008A4ED9"/>
    <w:rsid w:val="008B1810"/>
    <w:rsid w:val="008B2C77"/>
    <w:rsid w:val="008B4AD2"/>
    <w:rsid w:val="008B663E"/>
    <w:rsid w:val="008B7138"/>
    <w:rsid w:val="008C6E18"/>
    <w:rsid w:val="008D6DBF"/>
    <w:rsid w:val="008E260C"/>
    <w:rsid w:val="008E39BE"/>
    <w:rsid w:val="008E62EC"/>
    <w:rsid w:val="008E6C9F"/>
    <w:rsid w:val="008F1779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3460B"/>
    <w:rsid w:val="00944C09"/>
    <w:rsid w:val="009527CB"/>
    <w:rsid w:val="00953835"/>
    <w:rsid w:val="00960F6C"/>
    <w:rsid w:val="00962F0D"/>
    <w:rsid w:val="00970747"/>
    <w:rsid w:val="00996F29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F0DCC"/>
    <w:rsid w:val="009F11CA"/>
    <w:rsid w:val="00A04519"/>
    <w:rsid w:val="00A0695B"/>
    <w:rsid w:val="00A0756C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C6C"/>
    <w:rsid w:val="00A87356"/>
    <w:rsid w:val="00A92DD1"/>
    <w:rsid w:val="00A95B5A"/>
    <w:rsid w:val="00AA5338"/>
    <w:rsid w:val="00AA5D02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E15EB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28F0"/>
    <w:rsid w:val="00B65BC7"/>
    <w:rsid w:val="00B746B9"/>
    <w:rsid w:val="00B848D4"/>
    <w:rsid w:val="00B865B7"/>
    <w:rsid w:val="00B90DD2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3216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44DB5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05A8"/>
    <w:rsid w:val="00D54C76"/>
    <w:rsid w:val="00D632BB"/>
    <w:rsid w:val="00D71E43"/>
    <w:rsid w:val="00D727F3"/>
    <w:rsid w:val="00D73695"/>
    <w:rsid w:val="00D810DE"/>
    <w:rsid w:val="00D81F5E"/>
    <w:rsid w:val="00D852CF"/>
    <w:rsid w:val="00D87D32"/>
    <w:rsid w:val="00D91188"/>
    <w:rsid w:val="00D92C83"/>
    <w:rsid w:val="00D95C07"/>
    <w:rsid w:val="00DA0A81"/>
    <w:rsid w:val="00DA28F4"/>
    <w:rsid w:val="00DA3C10"/>
    <w:rsid w:val="00DA53B5"/>
    <w:rsid w:val="00DC1D69"/>
    <w:rsid w:val="00DC5A3A"/>
    <w:rsid w:val="00DD0726"/>
    <w:rsid w:val="00DF262F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70081"/>
    <w:rsid w:val="00E823F2"/>
    <w:rsid w:val="00E91BFF"/>
    <w:rsid w:val="00E922EB"/>
    <w:rsid w:val="00E92933"/>
    <w:rsid w:val="00E94FAD"/>
    <w:rsid w:val="00EB0AA4"/>
    <w:rsid w:val="00EB5C88"/>
    <w:rsid w:val="00EC0469"/>
    <w:rsid w:val="00EC0C3E"/>
    <w:rsid w:val="00EC66CD"/>
    <w:rsid w:val="00EF01F8"/>
    <w:rsid w:val="00EF3268"/>
    <w:rsid w:val="00EF40EF"/>
    <w:rsid w:val="00EF47FE"/>
    <w:rsid w:val="00F0152A"/>
    <w:rsid w:val="00F02531"/>
    <w:rsid w:val="00F04081"/>
    <w:rsid w:val="00F069BD"/>
    <w:rsid w:val="00F1480E"/>
    <w:rsid w:val="00F1497D"/>
    <w:rsid w:val="00F16AAC"/>
    <w:rsid w:val="00F30C7D"/>
    <w:rsid w:val="00F33FF2"/>
    <w:rsid w:val="00F438FC"/>
    <w:rsid w:val="00F43D70"/>
    <w:rsid w:val="00F5616F"/>
    <w:rsid w:val="00F56451"/>
    <w:rsid w:val="00F56815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C44DB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27D8B-0AAE-4DE4-823E-79C336D1B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0DF029-AD01-47F8-8CEB-43B48F5E5A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documentManagement/types"/>
    <ds:schemaRef ds:uri="d50bbff7-d6dd-47d2-864a-cfdc2c3db0f4"/>
    <ds:schemaRef ds:uri="3fbd0e8e-82e5-4f83-89a2-7dbad393fe30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37</TotalTime>
  <Pages>5</Pages>
  <Words>1537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10278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12</cp:revision>
  <cp:lastPrinted>2016-05-27T05:21:00Z</cp:lastPrinted>
  <dcterms:created xsi:type="dcterms:W3CDTF">2022-08-03T06:04:00Z</dcterms:created>
  <dcterms:modified xsi:type="dcterms:W3CDTF">2022-10-26T22:54:00Z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